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71" w:rsidRPr="00BD6D71" w:rsidRDefault="00203CA5" w:rsidP="00BD6D71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-6824</wp:posOffset>
            </wp:positionH>
            <wp:positionV relativeFrom="paragraph">
              <wp:posOffset>-554208</wp:posOffset>
            </wp:positionV>
            <wp:extent cx="5338597" cy="3604577"/>
            <wp:effectExtent l="0" t="0" r="0" b="0"/>
            <wp:wrapNone/>
            <wp:docPr id="2" name="図 2" descr="C:\Users\tsuchiya\AppData\Local\Microsoft\Windows\INetCache\Content.Word\寒中見舞い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972" cy="360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97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F8C30" wp14:editId="7A81B0E0">
                <wp:simplePos x="0" y="0"/>
                <wp:positionH relativeFrom="page">
                  <wp:align>right</wp:align>
                </wp:positionH>
                <wp:positionV relativeFrom="paragraph">
                  <wp:posOffset>774065</wp:posOffset>
                </wp:positionV>
                <wp:extent cx="5327650" cy="40195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65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D71" w:rsidRPr="004A64C7" w:rsidRDefault="00BD6D71" w:rsidP="002C12C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36"/>
                                <w:szCs w:val="36"/>
                              </w:rPr>
                            </w:pPr>
                            <w:r w:rsidRPr="004A64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36"/>
                                <w:szCs w:val="36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F8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8.3pt;margin-top:60.95pt;width:419.5pt;height:31.6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" filled="f" stroked="f" strokeweight=".5pt">
                <v:textbox inset="5.85pt,.7pt,5.85pt,.7pt">
                  <w:txbxContent>
                    <w:p w:rsidR="00BD6D71" w:rsidRPr="004A64C7" w:rsidRDefault="00BD6D71" w:rsidP="002C12C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noProof/>
                          <w:sz w:val="36"/>
                          <w:szCs w:val="36"/>
                        </w:rPr>
                      </w:pPr>
                      <w:r w:rsidRPr="004A64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36"/>
                          <w:szCs w:val="36"/>
                        </w:rPr>
                        <w:t>寒中お見舞い申し上げます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0"/>
    </w:p>
    <w:sectPr w:rsidR="00BD6D71" w:rsidRPr="00BD6D71" w:rsidSect="00A92C5D"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319" w:rsidRDefault="00AF2319" w:rsidP="004E0190">
      <w:r>
        <w:separator/>
      </w:r>
    </w:p>
  </w:endnote>
  <w:endnote w:type="continuationSeparator" w:id="0">
    <w:p w:rsidR="00AF2319" w:rsidRDefault="00AF2319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319" w:rsidRDefault="00AF2319" w:rsidP="004E0190">
      <w:r>
        <w:separator/>
      </w:r>
    </w:p>
  </w:footnote>
  <w:footnote w:type="continuationSeparator" w:id="0">
    <w:p w:rsidR="00AF2319" w:rsidRDefault="00AF2319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328B1"/>
    <w:rsid w:val="000477E6"/>
    <w:rsid w:val="0007191C"/>
    <w:rsid w:val="0009007B"/>
    <w:rsid w:val="000C1090"/>
    <w:rsid w:val="000C19D8"/>
    <w:rsid w:val="00137B1C"/>
    <w:rsid w:val="00150913"/>
    <w:rsid w:val="0016628B"/>
    <w:rsid w:val="00177788"/>
    <w:rsid w:val="00186998"/>
    <w:rsid w:val="001B5208"/>
    <w:rsid w:val="00203CA5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C12CC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A64C7"/>
    <w:rsid w:val="004E0190"/>
    <w:rsid w:val="004E6CB9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81989"/>
    <w:rsid w:val="00697E77"/>
    <w:rsid w:val="006C0513"/>
    <w:rsid w:val="00724FBF"/>
    <w:rsid w:val="00733928"/>
    <w:rsid w:val="007354E1"/>
    <w:rsid w:val="00776CFD"/>
    <w:rsid w:val="007E215A"/>
    <w:rsid w:val="007E297C"/>
    <w:rsid w:val="00821391"/>
    <w:rsid w:val="008316B1"/>
    <w:rsid w:val="0083413F"/>
    <w:rsid w:val="00840015"/>
    <w:rsid w:val="00863324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2319"/>
    <w:rsid w:val="00AF3DC7"/>
    <w:rsid w:val="00B01958"/>
    <w:rsid w:val="00B12EE9"/>
    <w:rsid w:val="00B757BB"/>
    <w:rsid w:val="00B90534"/>
    <w:rsid w:val="00B92020"/>
    <w:rsid w:val="00BA5800"/>
    <w:rsid w:val="00BD596C"/>
    <w:rsid w:val="00BD6D7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70AC9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2017-11-06T08:47:00Z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